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56DE5A40" w:rsidR="008145D7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1F3AB2">
        <w:rPr>
          <w:lang w:eastAsia="cs-CZ"/>
        </w:rPr>
        <w:t>36217</w:t>
      </w:r>
      <w:r w:rsidR="00ED50B3">
        <w:rPr>
          <w:lang w:eastAsia="cs-CZ"/>
        </w:rPr>
        <w:t xml:space="preserve">/2022-SŽ-GŘ-O8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7D24EEC5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>komodit IT pro resort MD ČR – 1</w:t>
      </w:r>
      <w:r w:rsidR="001F3AB2">
        <w:rPr>
          <w:rFonts w:eastAsia="Times New Roman" w:cs="Times New Roman"/>
          <w:b/>
          <w:lang w:eastAsia="cs-CZ"/>
        </w:rPr>
        <w:t>8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1F3AB2">
        <w:rPr>
          <w:rFonts w:eastAsia="Times New Roman" w:cs="Times New Roman"/>
          <w:lang w:eastAsia="cs-CZ"/>
        </w:rPr>
        <w:t>36217</w:t>
      </w:r>
      <w:r w:rsidR="00834A4A">
        <w:rPr>
          <w:rFonts w:eastAsia="Times New Roman" w:cs="Times New Roman"/>
          <w:lang w:eastAsia="cs-CZ"/>
        </w:rPr>
        <w:t>/2022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28786" w14:textId="77777777" w:rsidR="008B38DF" w:rsidRDefault="008B38DF" w:rsidP="00962258">
      <w:pPr>
        <w:spacing w:after="0" w:line="240" w:lineRule="auto"/>
      </w:pPr>
      <w:r>
        <w:separator/>
      </w:r>
    </w:p>
  </w:endnote>
  <w:endnote w:type="continuationSeparator" w:id="0">
    <w:p w14:paraId="4C10AF4C" w14:textId="77777777" w:rsidR="008B38DF" w:rsidRDefault="008B38D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243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B6832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C0F79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70AE9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EF7E5" w14:textId="77777777" w:rsidR="008B38DF" w:rsidRDefault="008B38DF" w:rsidP="00962258">
      <w:pPr>
        <w:spacing w:after="0" w:line="240" w:lineRule="auto"/>
      </w:pPr>
      <w:r>
        <w:separator/>
      </w:r>
    </w:p>
  </w:footnote>
  <w:footnote w:type="continuationSeparator" w:id="0">
    <w:p w14:paraId="647A788B" w14:textId="77777777" w:rsidR="008B38DF" w:rsidRDefault="008B38D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063D"/>
    <w:rsid w:val="00031460"/>
    <w:rsid w:val="00040D8F"/>
    <w:rsid w:val="00072C1E"/>
    <w:rsid w:val="000B2965"/>
    <w:rsid w:val="000E23A7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F3AB2"/>
    <w:rsid w:val="00207DF5"/>
    <w:rsid w:val="002428C2"/>
    <w:rsid w:val="00280E07"/>
    <w:rsid w:val="002C31BF"/>
    <w:rsid w:val="002C4EF1"/>
    <w:rsid w:val="002D08B1"/>
    <w:rsid w:val="002D21D5"/>
    <w:rsid w:val="002D725B"/>
    <w:rsid w:val="002E0CD7"/>
    <w:rsid w:val="00317055"/>
    <w:rsid w:val="00341DCF"/>
    <w:rsid w:val="00357BC6"/>
    <w:rsid w:val="003956C6"/>
    <w:rsid w:val="003B04CB"/>
    <w:rsid w:val="003F6614"/>
    <w:rsid w:val="004022C8"/>
    <w:rsid w:val="00441430"/>
    <w:rsid w:val="00450F07"/>
    <w:rsid w:val="00453CD3"/>
    <w:rsid w:val="00460660"/>
    <w:rsid w:val="00486107"/>
    <w:rsid w:val="00491827"/>
    <w:rsid w:val="004B348C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3D92"/>
    <w:rsid w:val="00660AD3"/>
    <w:rsid w:val="00664499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3195C"/>
    <w:rsid w:val="00834A4A"/>
    <w:rsid w:val="008659F3"/>
    <w:rsid w:val="00886D4B"/>
    <w:rsid w:val="00895406"/>
    <w:rsid w:val="008A3568"/>
    <w:rsid w:val="008B38DF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2235"/>
    <w:rsid w:val="00C17A08"/>
    <w:rsid w:val="00C17B5F"/>
    <w:rsid w:val="00C44F6A"/>
    <w:rsid w:val="00C47AE3"/>
    <w:rsid w:val="00CD1FC4"/>
    <w:rsid w:val="00D21061"/>
    <w:rsid w:val="00D4108E"/>
    <w:rsid w:val="00D6163D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B104F"/>
    <w:rsid w:val="00ED14BD"/>
    <w:rsid w:val="00ED50B3"/>
    <w:rsid w:val="00F0533E"/>
    <w:rsid w:val="00F071DC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4E7E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02E8F"/>
    <w:rsid w:val="0013107D"/>
    <w:rsid w:val="001B26D6"/>
    <w:rsid w:val="001C4626"/>
    <w:rsid w:val="002128C7"/>
    <w:rsid w:val="00237D85"/>
    <w:rsid w:val="00403F0C"/>
    <w:rsid w:val="00451C58"/>
    <w:rsid w:val="004F7E9F"/>
    <w:rsid w:val="0057685E"/>
    <w:rsid w:val="00734D05"/>
    <w:rsid w:val="00766425"/>
    <w:rsid w:val="00A44C17"/>
    <w:rsid w:val="00D834C6"/>
    <w:rsid w:val="00DB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681806-F960-4FA2-A442-298341D0C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493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22</cp:revision>
  <cp:lastPrinted>2022-05-31T07:57:00Z</cp:lastPrinted>
  <dcterms:created xsi:type="dcterms:W3CDTF">2022-02-11T10:59:00Z</dcterms:created>
  <dcterms:modified xsi:type="dcterms:W3CDTF">2022-05-31T07:57:00Z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